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D39F" w14:textId="77777777" w:rsidR="00E15AA0" w:rsidRPr="008B7012" w:rsidRDefault="00E15AA0" w:rsidP="00E15AA0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bookmarkStart w:id="0" w:name="_Toc289083046"/>
      <w:r w:rsidRPr="008B7012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ZAŁĄCZNIK NR 1 – OPZ</w:t>
      </w:r>
    </w:p>
    <w:p w14:paraId="57DB373A" w14:textId="77777777" w:rsidR="00E15AA0" w:rsidRPr="008B7012" w:rsidRDefault="00E15AA0" w:rsidP="00E15AA0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</w:p>
    <w:p w14:paraId="0FE29C51" w14:textId="00A4124E" w:rsidR="00E15AA0" w:rsidRPr="008B7012" w:rsidRDefault="00E15AA0" w:rsidP="00E15AA0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</w:pPr>
      <w:r w:rsidRPr="008B7012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Nr sprawy:  OI.I.261.2</w:t>
      </w:r>
      <w:r w:rsidR="003D51D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</w:t>
      </w:r>
      <w:r w:rsidR="00D34C8E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79</w:t>
      </w:r>
      <w:r w:rsidRPr="008B7012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.202</w:t>
      </w:r>
      <w:r w:rsidR="003D51D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>1</w:t>
      </w:r>
      <w:r w:rsidRPr="008B7012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  <w:lang w:eastAsia="pl-PL"/>
        </w:rPr>
        <w:t xml:space="preserve">.AK  </w:t>
      </w:r>
    </w:p>
    <w:bookmarkEnd w:id="0"/>
    <w:p w14:paraId="039386A7" w14:textId="77777777" w:rsidR="00C56E01" w:rsidRPr="008B7012" w:rsidRDefault="00C56E01" w:rsidP="00103C2F">
      <w:pPr>
        <w:rPr>
          <w:rFonts w:ascii="Arial" w:hAnsi="Arial" w:cs="Arial"/>
          <w:color w:val="0F243E" w:themeColor="text2" w:themeShade="80"/>
        </w:rPr>
      </w:pPr>
    </w:p>
    <w:p w14:paraId="4DA1631F" w14:textId="77777777" w:rsidR="00103C2F" w:rsidRPr="008B7012" w:rsidRDefault="009E3E57" w:rsidP="00103C2F">
      <w:pPr>
        <w:jc w:val="center"/>
        <w:rPr>
          <w:rFonts w:ascii="Arial" w:hAnsi="Arial" w:cs="Arial"/>
          <w:b/>
          <w:color w:val="0F243E" w:themeColor="text2" w:themeShade="80"/>
        </w:rPr>
      </w:pPr>
      <w:r w:rsidRPr="008B7012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43648DC7" w14:textId="77777777" w:rsidR="00A759D3" w:rsidRPr="008B7012" w:rsidRDefault="00A759D3" w:rsidP="00A759D3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Przedmiotem umowy jest świadczenie przez Wykonawcę na rzecz Zamawiającego usługi polegającej na kompleksowej obsłudze informatycznej, </w:t>
      </w:r>
    </w:p>
    <w:p w14:paraId="039FEC41" w14:textId="77777777" w:rsidR="00A759D3" w:rsidRPr="008B7012" w:rsidRDefault="00A759D3" w:rsidP="00A759D3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9372EBD" w14:textId="3F535E96" w:rsidR="00A759D3" w:rsidRPr="006516A4" w:rsidRDefault="00A759D3" w:rsidP="00A759D3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Przedmiot umowy obejmuje następujące elementy infrastruktury teleinformatycznej:</w:t>
      </w:r>
    </w:p>
    <w:p w14:paraId="4508DA2F" w14:textId="77777777" w:rsidR="00103C2F" w:rsidRPr="006516A4" w:rsidRDefault="00103C2F" w:rsidP="00103C2F">
      <w:pPr>
        <w:pStyle w:val="Akapitzlist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FA70886" w14:textId="77777777" w:rsidR="00A759D3" w:rsidRPr="006516A4" w:rsidRDefault="00A759D3" w:rsidP="00103C2F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Zarządzanie i nadzór nad zasobami:</w:t>
      </w:r>
    </w:p>
    <w:p w14:paraId="45FEF983" w14:textId="77777777" w:rsidR="00A759D3" w:rsidRPr="006516A4" w:rsidRDefault="00A759D3" w:rsidP="00103C2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Komputerowe Stanowiska Pracy – komputery i urządzenia peryferyjne (zarządzanie oprogramowaniem, pomoc i konsultacje, zgłaszanie wniosków na zakup lub modernizację sprzętu),</w:t>
      </w:r>
    </w:p>
    <w:p w14:paraId="61B6E1BE" w14:textId="77777777" w:rsidR="00A759D3" w:rsidRPr="006516A4" w:rsidRDefault="00A759D3" w:rsidP="00103C2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Systemy Finansowo – Księgowe (zarządzanie oprogramowaniem i bazami danych),</w:t>
      </w:r>
    </w:p>
    <w:p w14:paraId="3FFF16FB" w14:textId="77777777" w:rsidR="00A759D3" w:rsidRPr="006516A4" w:rsidRDefault="00A759D3" w:rsidP="00103C2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Systemy GIS (zarządzanie oprogramowaniem i bazami danych),</w:t>
      </w:r>
    </w:p>
    <w:p w14:paraId="382176AC" w14:textId="77777777" w:rsidR="00A759D3" w:rsidRPr="006516A4" w:rsidRDefault="00A759D3" w:rsidP="00103C2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Dane użytkowników (zarządzanie zasadami dostępu, uprawnieniami,           udostępnianiem).</w:t>
      </w:r>
    </w:p>
    <w:p w14:paraId="76D27601" w14:textId="77777777" w:rsidR="00103C2F" w:rsidRPr="006516A4" w:rsidRDefault="00103C2F" w:rsidP="00103C2F">
      <w:pPr>
        <w:pStyle w:val="Akapitzlist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0305F62F" w14:textId="77777777" w:rsidR="00A759D3" w:rsidRPr="006516A4" w:rsidRDefault="00A759D3" w:rsidP="00103C2F">
      <w:pPr>
        <w:pStyle w:val="Akapitzlist"/>
        <w:numPr>
          <w:ilvl w:val="0"/>
          <w:numId w:val="8"/>
        </w:numPr>
        <w:ind w:left="567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516A4">
        <w:rPr>
          <w:rFonts w:ascii="Arial" w:hAnsi="Arial" w:cs="Arial"/>
          <w:color w:val="0F243E" w:themeColor="text2" w:themeShade="80"/>
          <w:sz w:val="22"/>
          <w:szCs w:val="22"/>
        </w:rPr>
        <w:t>Zabezpieczenie systemów:</w:t>
      </w:r>
    </w:p>
    <w:p w14:paraId="16C21942" w14:textId="77777777" w:rsidR="00A759D3" w:rsidRPr="008B7012" w:rsidRDefault="00103C2F" w:rsidP="00103C2F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</w:t>
      </w:r>
      <w:r w:rsidR="00A759D3" w:rsidRPr="008B7012">
        <w:rPr>
          <w:rFonts w:ascii="Arial" w:eastAsia="Times New Roman" w:hAnsi="Arial" w:cs="Arial"/>
          <w:color w:val="0F243E" w:themeColor="text2" w:themeShade="80"/>
          <w:lang w:eastAsia="pl-PL"/>
        </w:rPr>
        <w:t>Kopie bezpieczeństwa i archiwizacja danych,</w:t>
      </w:r>
    </w:p>
    <w:p w14:paraId="2F4FA497" w14:textId="77777777" w:rsidR="00A759D3" w:rsidRPr="008B7012" w:rsidRDefault="00A759D3" w:rsidP="00103C2F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Kontrola autoryzacji użytkowników,</w:t>
      </w:r>
    </w:p>
    <w:p w14:paraId="1D69F466" w14:textId="77777777" w:rsidR="00A759D3" w:rsidRPr="008B7012" w:rsidRDefault="00A759D3" w:rsidP="00103C2F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System antywirusowy (zarządzanie systemem oraz trybem jego aktualizacji).</w:t>
      </w:r>
    </w:p>
    <w:p w14:paraId="04D1A1BC" w14:textId="77777777" w:rsidR="00103C2F" w:rsidRPr="008B7012" w:rsidRDefault="00103C2F" w:rsidP="00103C2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9365101" w14:textId="77777777" w:rsidR="00A759D3" w:rsidRPr="007F4F74" w:rsidRDefault="00A759D3" w:rsidP="00103C2F">
      <w:pPr>
        <w:pStyle w:val="Akapitzlist"/>
        <w:numPr>
          <w:ilvl w:val="0"/>
          <w:numId w:val="8"/>
        </w:numPr>
        <w:ind w:left="567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4F74">
        <w:rPr>
          <w:rFonts w:ascii="Arial" w:hAnsi="Arial" w:cs="Arial"/>
          <w:color w:val="0F243E" w:themeColor="text2" w:themeShade="80"/>
          <w:sz w:val="22"/>
          <w:szCs w:val="22"/>
        </w:rPr>
        <w:t>Serwery:</w:t>
      </w:r>
    </w:p>
    <w:p w14:paraId="33CE9DE8" w14:textId="77777777" w:rsidR="00A759D3" w:rsidRPr="008B7012" w:rsidRDefault="00A759D3" w:rsidP="00103C2F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Zarządzanie (aktualizacja i konfiguracja platformy sprzętowo – programowej),</w:t>
      </w:r>
    </w:p>
    <w:p w14:paraId="188CA194" w14:textId="77777777" w:rsidR="00A759D3" w:rsidRPr="008B7012" w:rsidRDefault="00A759D3" w:rsidP="00103C2F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Zarządzanie usługami (udostępnianie plików, baz danych itp.).</w:t>
      </w:r>
    </w:p>
    <w:p w14:paraId="661F6B80" w14:textId="77777777" w:rsidR="00103C2F" w:rsidRPr="008B7012" w:rsidRDefault="00103C2F" w:rsidP="00103C2F">
      <w:pPr>
        <w:spacing w:after="0" w:line="240" w:lineRule="auto"/>
        <w:ind w:left="70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5E6C0B4E" w14:textId="77777777" w:rsidR="00A759D3" w:rsidRPr="008B7012" w:rsidRDefault="00A759D3" w:rsidP="00103C2F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Sieci Teleinformatyczne:</w:t>
      </w:r>
    </w:p>
    <w:p w14:paraId="71FA8833" w14:textId="77777777" w:rsidR="00A759D3" w:rsidRPr="008B7012" w:rsidRDefault="00A759D3" w:rsidP="00103C2F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Zarządzanie siecią strukturalną  (urządzenia aktywne sieci, systemy zabezpieczeń LAN – konfiguracja, aktualizacja i optymalizacja).</w:t>
      </w:r>
    </w:p>
    <w:p w14:paraId="3347F6B4" w14:textId="77777777" w:rsidR="00103C2F" w:rsidRPr="008B7012" w:rsidRDefault="00103C2F" w:rsidP="00103C2F">
      <w:pPr>
        <w:spacing w:after="0" w:line="240" w:lineRule="auto"/>
        <w:ind w:left="70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AD019B3" w14:textId="77777777" w:rsidR="00A759D3" w:rsidRPr="008B7012" w:rsidRDefault="00A759D3" w:rsidP="00103C2F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Administracja systemów użytkowych ze szczególnym uwzględnieniem bezpieczeństwa danych w nich przetwarzanych pod kątem ustawy o ochronie danych osobowych.</w:t>
      </w:r>
    </w:p>
    <w:p w14:paraId="4C76DEB7" w14:textId="77777777" w:rsidR="00BF317B" w:rsidRPr="008B7012" w:rsidRDefault="00BF317B" w:rsidP="00BF317B">
      <w:pPr>
        <w:spacing w:after="0" w:line="240" w:lineRule="auto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74AE189" w14:textId="77777777" w:rsidR="00BF317B" w:rsidRPr="008B7012" w:rsidRDefault="00BF317B" w:rsidP="00BF317B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B7012">
        <w:rPr>
          <w:rFonts w:ascii="Arial" w:hAnsi="Arial" w:cs="Arial"/>
          <w:color w:val="0F243E" w:themeColor="text2" w:themeShade="80"/>
          <w:sz w:val="22"/>
          <w:szCs w:val="22"/>
        </w:rPr>
        <w:t xml:space="preserve">Wykonywanie   obowiązków   administratora   systemu   teleinformatycznego odpowiedzialnego  za  funkcjonowanie  systemu  teleinformatycznego  przeznaczonego do przetwarzania  informacji  niejawnych  oraz  za  przestrzeganie  zasad  i  wymagań bezpieczeństwa przewidzianych dla tego systemu wynikających </w:t>
      </w:r>
      <w:r w:rsidRPr="008B7012">
        <w:rPr>
          <w:rFonts w:ascii="Arial" w:hAnsi="Arial" w:cs="Arial"/>
          <w:color w:val="0F243E" w:themeColor="text2" w:themeShade="80"/>
          <w:sz w:val="22"/>
          <w:szCs w:val="22"/>
        </w:rPr>
        <w:br/>
        <w:t>z przepisów o ochronie informacji niejawnych.</w:t>
      </w:r>
    </w:p>
    <w:p w14:paraId="5EBAEA15" w14:textId="77777777" w:rsidR="00103C2F" w:rsidRPr="008B7012" w:rsidRDefault="00103C2F" w:rsidP="00103C2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3B31300" w14:textId="791D8F15" w:rsidR="00BF317B" w:rsidRPr="008B7012" w:rsidRDefault="00A759D3" w:rsidP="008F549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eastAsia="Times New Roman" w:hAnsi="Arial" w:cs="Arial"/>
          <w:color w:val="0F243E" w:themeColor="text2" w:themeShade="80"/>
          <w:lang w:eastAsia="pl-PL"/>
        </w:rPr>
        <w:t>Wykonawca w ramach usługi ma obowiązek czuwania nad prawidłowym funkcjonowaniem sprzętu informatycznego będąc</w:t>
      </w:r>
      <w:r w:rsidR="00103C2F" w:rsidRPr="008B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ego w posiadaniu Zamawiającego. Odbywać się to będzie w pomieszczeniach zajmowanych przez Zamawiającego, </w:t>
      </w:r>
      <w:r w:rsidR="00103C2F" w:rsidRPr="008B7012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miejscu lokalizacji poszczególnych </w:t>
      </w:r>
      <w:r w:rsidR="00B7007C">
        <w:rPr>
          <w:rFonts w:ascii="Arial" w:eastAsia="Times New Roman" w:hAnsi="Arial" w:cs="Arial"/>
          <w:color w:val="0F243E" w:themeColor="text2" w:themeShade="80"/>
          <w:lang w:eastAsia="pl-PL"/>
        </w:rPr>
        <w:t>urządzeń</w:t>
      </w:r>
      <w:r w:rsidR="00103C2F" w:rsidRPr="008B701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47ECCC01" w14:textId="77777777" w:rsidR="00C56E01" w:rsidRPr="008B7012" w:rsidRDefault="00C56E01" w:rsidP="008F549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7012">
        <w:rPr>
          <w:rFonts w:ascii="Arial" w:hAnsi="Arial" w:cs="Arial"/>
          <w:color w:val="0F243E" w:themeColor="text2" w:themeShade="80"/>
        </w:rPr>
        <w:t>Wykaz sprzętu będącego w posiadaniu Regionaln</w:t>
      </w:r>
      <w:r w:rsidR="008F5494" w:rsidRPr="008B7012">
        <w:rPr>
          <w:rFonts w:ascii="Arial" w:hAnsi="Arial" w:cs="Arial"/>
          <w:color w:val="0F243E" w:themeColor="text2" w:themeShade="80"/>
        </w:rPr>
        <w:t xml:space="preserve">ej Dyrekcji Ochrony Środowiska </w:t>
      </w:r>
      <w:r w:rsidR="008F5494" w:rsidRPr="008B7012">
        <w:rPr>
          <w:rFonts w:ascii="Arial" w:hAnsi="Arial" w:cs="Arial"/>
          <w:color w:val="0F243E" w:themeColor="text2" w:themeShade="80"/>
        </w:rPr>
        <w:br/>
      </w:r>
      <w:r w:rsidRPr="008B7012">
        <w:rPr>
          <w:rFonts w:ascii="Arial" w:hAnsi="Arial" w:cs="Arial"/>
          <w:color w:val="0F243E" w:themeColor="text2" w:themeShade="80"/>
        </w:rPr>
        <w:t>w Gdańsku wraz z lokalizacją.</w:t>
      </w:r>
    </w:p>
    <w:p w14:paraId="625B1682" w14:textId="77777777" w:rsidR="009E3E57" w:rsidRPr="008B7012" w:rsidRDefault="009E3E57" w:rsidP="00C56E01">
      <w:pPr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1727"/>
        <w:gridCol w:w="1669"/>
        <w:gridCol w:w="1786"/>
        <w:gridCol w:w="1675"/>
        <w:gridCol w:w="1693"/>
      </w:tblGrid>
      <w:tr w:rsidR="008B7012" w:rsidRPr="008B7012" w14:paraId="1DCF511C" w14:textId="77777777" w:rsidTr="008B7012">
        <w:trPr>
          <w:trHeight w:val="322"/>
        </w:trPr>
        <w:tc>
          <w:tcPr>
            <w:tcW w:w="522" w:type="dxa"/>
            <w:vMerge w:val="restart"/>
            <w:shd w:val="clear" w:color="auto" w:fill="DBE5F1" w:themeFill="accent1" w:themeFillTint="33"/>
            <w:vAlign w:val="center"/>
          </w:tcPr>
          <w:p w14:paraId="5B7B5264" w14:textId="77777777" w:rsidR="009E3E57" w:rsidRPr="008B7012" w:rsidRDefault="00166011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lastRenderedPageBreak/>
              <w:t>L</w:t>
            </w:r>
            <w:r w:rsidR="009E3E57" w:rsidRPr="008B7012">
              <w:rPr>
                <w:rFonts w:ascii="Arial" w:hAnsi="Arial" w:cs="Arial"/>
                <w:color w:val="0F243E" w:themeColor="text2" w:themeShade="80"/>
              </w:rPr>
              <w:t>p</w:t>
            </w:r>
            <w:r w:rsidRPr="008B7012">
              <w:rPr>
                <w:rFonts w:ascii="Arial" w:hAnsi="Arial" w:cs="Arial"/>
                <w:color w:val="0F243E" w:themeColor="text2" w:themeShade="80"/>
              </w:rPr>
              <w:t>.</w:t>
            </w:r>
          </w:p>
        </w:tc>
        <w:tc>
          <w:tcPr>
            <w:tcW w:w="1727" w:type="dxa"/>
            <w:vMerge w:val="restart"/>
            <w:shd w:val="clear" w:color="auto" w:fill="DBE5F1" w:themeFill="accent1" w:themeFillTint="33"/>
            <w:vAlign w:val="center"/>
          </w:tcPr>
          <w:p w14:paraId="2514A603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Nazwa urządzenia</w:t>
            </w:r>
          </w:p>
        </w:tc>
        <w:tc>
          <w:tcPr>
            <w:tcW w:w="6823" w:type="dxa"/>
            <w:gridSpan w:val="4"/>
            <w:shd w:val="clear" w:color="auto" w:fill="DBE5F1" w:themeFill="accent1" w:themeFillTint="33"/>
          </w:tcPr>
          <w:p w14:paraId="24319935" w14:textId="77777777" w:rsidR="009E3E57" w:rsidRPr="008B7012" w:rsidRDefault="009E3E57" w:rsidP="00103C2F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Lokalizacja</w:t>
            </w:r>
          </w:p>
        </w:tc>
      </w:tr>
      <w:tr w:rsidR="008B7012" w:rsidRPr="008B7012" w14:paraId="0A5B5EC2" w14:textId="77777777" w:rsidTr="008B7012">
        <w:tc>
          <w:tcPr>
            <w:tcW w:w="522" w:type="dxa"/>
            <w:vMerge/>
            <w:shd w:val="clear" w:color="auto" w:fill="DBE5F1" w:themeFill="accent1" w:themeFillTint="33"/>
            <w:vAlign w:val="center"/>
          </w:tcPr>
          <w:p w14:paraId="35676442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</w:p>
        </w:tc>
        <w:tc>
          <w:tcPr>
            <w:tcW w:w="1727" w:type="dxa"/>
            <w:vMerge/>
            <w:shd w:val="clear" w:color="auto" w:fill="DBE5F1" w:themeFill="accent1" w:themeFillTint="33"/>
            <w:vAlign w:val="center"/>
          </w:tcPr>
          <w:p w14:paraId="5A7DFD95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</w:p>
        </w:tc>
        <w:tc>
          <w:tcPr>
            <w:tcW w:w="1669" w:type="dxa"/>
            <w:shd w:val="clear" w:color="auto" w:fill="DBE5F1" w:themeFill="accent1" w:themeFillTint="33"/>
            <w:vAlign w:val="center"/>
          </w:tcPr>
          <w:p w14:paraId="2E763384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ul. Chmielna 54/57 Gdańsk</w:t>
            </w:r>
          </w:p>
        </w:tc>
        <w:tc>
          <w:tcPr>
            <w:tcW w:w="1786" w:type="dxa"/>
            <w:shd w:val="clear" w:color="auto" w:fill="DBE5F1" w:themeFill="accent1" w:themeFillTint="33"/>
            <w:vAlign w:val="center"/>
          </w:tcPr>
          <w:p w14:paraId="07A3287F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ul. Jana Pawła II Słupsk</w:t>
            </w:r>
          </w:p>
        </w:tc>
        <w:tc>
          <w:tcPr>
            <w:tcW w:w="1675" w:type="dxa"/>
            <w:shd w:val="clear" w:color="auto" w:fill="DBE5F1" w:themeFill="accent1" w:themeFillTint="33"/>
            <w:vAlign w:val="center"/>
          </w:tcPr>
          <w:p w14:paraId="195545F0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ul. 8 Marca III Dziemiany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14:paraId="7768CBB2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 xml:space="preserve">ul. Ks. </w:t>
            </w:r>
            <w:proofErr w:type="spellStart"/>
            <w:r w:rsidRPr="008B7012">
              <w:rPr>
                <w:rFonts w:ascii="Arial" w:hAnsi="Arial" w:cs="Arial"/>
                <w:color w:val="0F243E" w:themeColor="text2" w:themeShade="80"/>
              </w:rPr>
              <w:t>Merklejna</w:t>
            </w:r>
            <w:proofErr w:type="spellEnd"/>
            <w:r w:rsidRPr="008B7012">
              <w:rPr>
                <w:rFonts w:ascii="Arial" w:hAnsi="Arial" w:cs="Arial"/>
                <w:color w:val="0F243E" w:themeColor="text2" w:themeShade="80"/>
              </w:rPr>
              <w:t xml:space="preserve"> 1 Władysławowo</w:t>
            </w:r>
          </w:p>
        </w:tc>
      </w:tr>
      <w:tr w:rsidR="008B7012" w:rsidRPr="008B7012" w14:paraId="244401D0" w14:textId="77777777" w:rsidTr="00166011">
        <w:tc>
          <w:tcPr>
            <w:tcW w:w="522" w:type="dxa"/>
            <w:vAlign w:val="center"/>
          </w:tcPr>
          <w:p w14:paraId="6E4EEBF3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727" w:type="dxa"/>
            <w:vAlign w:val="center"/>
          </w:tcPr>
          <w:p w14:paraId="64BEC150" w14:textId="77777777" w:rsidR="009E3E57" w:rsidRPr="008B7012" w:rsidRDefault="009E3E57" w:rsidP="009E3E57">
            <w:pPr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serwer</w:t>
            </w:r>
          </w:p>
        </w:tc>
        <w:tc>
          <w:tcPr>
            <w:tcW w:w="1669" w:type="dxa"/>
            <w:vAlign w:val="center"/>
          </w:tcPr>
          <w:p w14:paraId="050AF39B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8</w:t>
            </w:r>
          </w:p>
        </w:tc>
        <w:tc>
          <w:tcPr>
            <w:tcW w:w="1786" w:type="dxa"/>
            <w:vAlign w:val="center"/>
          </w:tcPr>
          <w:p w14:paraId="1030371C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  <w:tc>
          <w:tcPr>
            <w:tcW w:w="1675" w:type="dxa"/>
            <w:vAlign w:val="center"/>
          </w:tcPr>
          <w:p w14:paraId="24BEF0AF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  <w:tc>
          <w:tcPr>
            <w:tcW w:w="1693" w:type="dxa"/>
            <w:vAlign w:val="center"/>
          </w:tcPr>
          <w:p w14:paraId="4C24364D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</w:tr>
      <w:tr w:rsidR="008B7012" w:rsidRPr="008B7012" w14:paraId="7659ED82" w14:textId="77777777" w:rsidTr="00166011">
        <w:tc>
          <w:tcPr>
            <w:tcW w:w="522" w:type="dxa"/>
            <w:vAlign w:val="center"/>
          </w:tcPr>
          <w:p w14:paraId="60065A3C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  <w:tc>
          <w:tcPr>
            <w:tcW w:w="1727" w:type="dxa"/>
            <w:vAlign w:val="center"/>
          </w:tcPr>
          <w:p w14:paraId="6EC0892F" w14:textId="77777777" w:rsidR="009E3E57" w:rsidRPr="008B7012" w:rsidRDefault="009E3E57" w:rsidP="009E3E57">
            <w:pPr>
              <w:spacing w:after="0" w:line="240" w:lineRule="auto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Zestaw komputerowy</w:t>
            </w:r>
          </w:p>
        </w:tc>
        <w:tc>
          <w:tcPr>
            <w:tcW w:w="1669" w:type="dxa"/>
            <w:vAlign w:val="center"/>
          </w:tcPr>
          <w:p w14:paraId="6B5BC4A9" w14:textId="6852AF46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10</w:t>
            </w:r>
            <w:r w:rsidR="002B01C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786" w:type="dxa"/>
            <w:vAlign w:val="center"/>
          </w:tcPr>
          <w:p w14:paraId="3A947983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3</w:t>
            </w:r>
          </w:p>
        </w:tc>
        <w:tc>
          <w:tcPr>
            <w:tcW w:w="1675" w:type="dxa"/>
            <w:vAlign w:val="center"/>
          </w:tcPr>
          <w:p w14:paraId="6D0662A4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6</w:t>
            </w:r>
          </w:p>
        </w:tc>
        <w:tc>
          <w:tcPr>
            <w:tcW w:w="1693" w:type="dxa"/>
            <w:vAlign w:val="center"/>
          </w:tcPr>
          <w:p w14:paraId="2903156E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</w:tr>
      <w:tr w:rsidR="008B7012" w:rsidRPr="008B7012" w14:paraId="49D049F0" w14:textId="77777777" w:rsidTr="00166011">
        <w:tc>
          <w:tcPr>
            <w:tcW w:w="522" w:type="dxa"/>
            <w:vAlign w:val="center"/>
          </w:tcPr>
          <w:p w14:paraId="72F9782E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3</w:t>
            </w:r>
          </w:p>
        </w:tc>
        <w:tc>
          <w:tcPr>
            <w:tcW w:w="1727" w:type="dxa"/>
            <w:vAlign w:val="center"/>
          </w:tcPr>
          <w:p w14:paraId="67846289" w14:textId="77777777" w:rsidR="009E3E57" w:rsidRPr="008B7012" w:rsidRDefault="009E3E57" w:rsidP="009E3E57">
            <w:pPr>
              <w:spacing w:after="0" w:line="240" w:lineRule="auto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Laptop</w:t>
            </w:r>
          </w:p>
        </w:tc>
        <w:tc>
          <w:tcPr>
            <w:tcW w:w="1669" w:type="dxa"/>
            <w:vAlign w:val="center"/>
          </w:tcPr>
          <w:p w14:paraId="5CC51C47" w14:textId="075174B4" w:rsidR="009E3E57" w:rsidRPr="008B7012" w:rsidRDefault="002B01C6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>
              <w:rPr>
                <w:rFonts w:ascii="Arial" w:hAnsi="Arial" w:cs="Arial"/>
                <w:color w:val="0F243E" w:themeColor="text2" w:themeShade="80"/>
              </w:rPr>
              <w:t>26</w:t>
            </w:r>
          </w:p>
        </w:tc>
        <w:tc>
          <w:tcPr>
            <w:tcW w:w="1786" w:type="dxa"/>
            <w:vAlign w:val="center"/>
          </w:tcPr>
          <w:p w14:paraId="10DAA8F6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  <w:tc>
          <w:tcPr>
            <w:tcW w:w="1675" w:type="dxa"/>
            <w:vAlign w:val="center"/>
          </w:tcPr>
          <w:p w14:paraId="2F909EB0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5A249E0D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</w:tr>
      <w:tr w:rsidR="008B7012" w:rsidRPr="008B7012" w14:paraId="7AB98339" w14:textId="77777777" w:rsidTr="00166011">
        <w:tc>
          <w:tcPr>
            <w:tcW w:w="522" w:type="dxa"/>
            <w:vAlign w:val="center"/>
          </w:tcPr>
          <w:p w14:paraId="56B167A2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727" w:type="dxa"/>
            <w:vAlign w:val="center"/>
          </w:tcPr>
          <w:p w14:paraId="6EE19DD2" w14:textId="77777777" w:rsidR="009E3E57" w:rsidRPr="008B7012" w:rsidRDefault="009E3E57" w:rsidP="009E3E57">
            <w:pPr>
              <w:spacing w:after="0" w:line="240" w:lineRule="auto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Drukarki i urządzenia wielofunkcyjne</w:t>
            </w:r>
          </w:p>
        </w:tc>
        <w:tc>
          <w:tcPr>
            <w:tcW w:w="1669" w:type="dxa"/>
            <w:vAlign w:val="center"/>
          </w:tcPr>
          <w:p w14:paraId="607077AD" w14:textId="1F26BFC2" w:rsidR="009E3E57" w:rsidRPr="008B7012" w:rsidRDefault="007F4F74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>
              <w:rPr>
                <w:rFonts w:ascii="Arial" w:hAnsi="Arial" w:cs="Arial"/>
                <w:color w:val="0F243E" w:themeColor="text2" w:themeShade="80"/>
              </w:rPr>
              <w:t>20</w:t>
            </w:r>
          </w:p>
        </w:tc>
        <w:tc>
          <w:tcPr>
            <w:tcW w:w="1786" w:type="dxa"/>
            <w:vAlign w:val="center"/>
          </w:tcPr>
          <w:p w14:paraId="55AC0163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6</w:t>
            </w:r>
          </w:p>
        </w:tc>
        <w:tc>
          <w:tcPr>
            <w:tcW w:w="1675" w:type="dxa"/>
            <w:vAlign w:val="center"/>
          </w:tcPr>
          <w:p w14:paraId="42BE0F20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10572880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</w:tr>
      <w:tr w:rsidR="008B7012" w:rsidRPr="008B7012" w14:paraId="302954CC" w14:textId="77777777" w:rsidTr="00166011">
        <w:tc>
          <w:tcPr>
            <w:tcW w:w="522" w:type="dxa"/>
            <w:vAlign w:val="center"/>
          </w:tcPr>
          <w:p w14:paraId="39EC21E9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5</w:t>
            </w:r>
          </w:p>
        </w:tc>
        <w:tc>
          <w:tcPr>
            <w:tcW w:w="1727" w:type="dxa"/>
            <w:vAlign w:val="center"/>
          </w:tcPr>
          <w:p w14:paraId="32DDB964" w14:textId="77777777" w:rsidR="009E3E57" w:rsidRPr="008B7012" w:rsidRDefault="009E3E57" w:rsidP="009E3E57">
            <w:pPr>
              <w:spacing w:after="0" w:line="240" w:lineRule="auto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Skaner</w:t>
            </w:r>
          </w:p>
        </w:tc>
        <w:tc>
          <w:tcPr>
            <w:tcW w:w="1669" w:type="dxa"/>
            <w:vAlign w:val="center"/>
          </w:tcPr>
          <w:p w14:paraId="7F1E11AF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  <w:tc>
          <w:tcPr>
            <w:tcW w:w="1786" w:type="dxa"/>
            <w:vAlign w:val="center"/>
          </w:tcPr>
          <w:p w14:paraId="3F99570B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75" w:type="dxa"/>
            <w:vAlign w:val="center"/>
          </w:tcPr>
          <w:p w14:paraId="78AD0D32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  <w:tc>
          <w:tcPr>
            <w:tcW w:w="1693" w:type="dxa"/>
            <w:vAlign w:val="center"/>
          </w:tcPr>
          <w:p w14:paraId="21E02CF4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</w:tr>
      <w:tr w:rsidR="008B7012" w:rsidRPr="008B7012" w14:paraId="520220B8" w14:textId="77777777" w:rsidTr="00166011">
        <w:tc>
          <w:tcPr>
            <w:tcW w:w="522" w:type="dxa"/>
            <w:vAlign w:val="center"/>
          </w:tcPr>
          <w:p w14:paraId="3CA6ECE0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6</w:t>
            </w:r>
          </w:p>
        </w:tc>
        <w:tc>
          <w:tcPr>
            <w:tcW w:w="1727" w:type="dxa"/>
            <w:vAlign w:val="center"/>
          </w:tcPr>
          <w:p w14:paraId="6ADA3440" w14:textId="77777777" w:rsidR="009E3E57" w:rsidRPr="008B7012" w:rsidRDefault="009E3E57" w:rsidP="009E3E57">
            <w:pPr>
              <w:spacing w:after="0" w:line="240" w:lineRule="auto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Switch</w:t>
            </w:r>
          </w:p>
        </w:tc>
        <w:tc>
          <w:tcPr>
            <w:tcW w:w="1669" w:type="dxa"/>
            <w:vAlign w:val="center"/>
          </w:tcPr>
          <w:p w14:paraId="50136426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9</w:t>
            </w:r>
          </w:p>
        </w:tc>
        <w:tc>
          <w:tcPr>
            <w:tcW w:w="1786" w:type="dxa"/>
            <w:vAlign w:val="center"/>
          </w:tcPr>
          <w:p w14:paraId="12F5EB09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75" w:type="dxa"/>
            <w:vAlign w:val="center"/>
          </w:tcPr>
          <w:p w14:paraId="7F467AF4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4DE7D5CE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</w:tr>
      <w:tr w:rsidR="009E3E57" w:rsidRPr="008B7012" w14:paraId="554A2A5E" w14:textId="77777777" w:rsidTr="00166011">
        <w:tc>
          <w:tcPr>
            <w:tcW w:w="522" w:type="dxa"/>
            <w:vAlign w:val="center"/>
          </w:tcPr>
          <w:p w14:paraId="36AE075D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7</w:t>
            </w:r>
          </w:p>
        </w:tc>
        <w:tc>
          <w:tcPr>
            <w:tcW w:w="1727" w:type="dxa"/>
            <w:vAlign w:val="center"/>
          </w:tcPr>
          <w:p w14:paraId="4D5D506D" w14:textId="77777777" w:rsidR="009E3E57" w:rsidRPr="008B7012" w:rsidRDefault="009E3E57" w:rsidP="009E3E57">
            <w:pPr>
              <w:spacing w:after="0" w:line="240" w:lineRule="auto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Router</w:t>
            </w:r>
          </w:p>
        </w:tc>
        <w:tc>
          <w:tcPr>
            <w:tcW w:w="1669" w:type="dxa"/>
            <w:vAlign w:val="center"/>
          </w:tcPr>
          <w:p w14:paraId="0FE3570B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  <w:tc>
          <w:tcPr>
            <w:tcW w:w="1786" w:type="dxa"/>
            <w:vAlign w:val="center"/>
          </w:tcPr>
          <w:p w14:paraId="1F8EF4A0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75" w:type="dxa"/>
            <w:vAlign w:val="center"/>
          </w:tcPr>
          <w:p w14:paraId="4A4B575F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693" w:type="dxa"/>
            <w:vAlign w:val="center"/>
          </w:tcPr>
          <w:p w14:paraId="4763A8A9" w14:textId="77777777" w:rsidR="009E3E57" w:rsidRPr="008B7012" w:rsidRDefault="009E3E57" w:rsidP="009E3E57">
            <w:pPr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8B7012">
              <w:rPr>
                <w:rFonts w:ascii="Arial" w:hAnsi="Arial" w:cs="Arial"/>
                <w:color w:val="0F243E" w:themeColor="text2" w:themeShade="80"/>
              </w:rPr>
              <w:t>-</w:t>
            </w:r>
          </w:p>
        </w:tc>
      </w:tr>
    </w:tbl>
    <w:p w14:paraId="19484339" w14:textId="77777777" w:rsidR="009E3E57" w:rsidRPr="008B7012" w:rsidRDefault="009E3E57" w:rsidP="00C56E01">
      <w:pPr>
        <w:rPr>
          <w:rFonts w:ascii="Arial" w:hAnsi="Arial" w:cs="Arial"/>
          <w:color w:val="0F243E" w:themeColor="text2" w:themeShade="80"/>
        </w:rPr>
      </w:pPr>
    </w:p>
    <w:p w14:paraId="0447AAD7" w14:textId="77777777" w:rsidR="00C56E01" w:rsidRPr="008B7012" w:rsidRDefault="00C56E01" w:rsidP="00C56E01">
      <w:pPr>
        <w:rPr>
          <w:rFonts w:ascii="Arial" w:hAnsi="Arial" w:cs="Arial"/>
          <w:color w:val="0F243E" w:themeColor="text2" w:themeShade="80"/>
        </w:rPr>
      </w:pPr>
    </w:p>
    <w:p w14:paraId="4C71B85F" w14:textId="77777777" w:rsidR="00633F2F" w:rsidRPr="008B7012" w:rsidRDefault="00633F2F" w:rsidP="00C56E01">
      <w:pPr>
        <w:rPr>
          <w:color w:val="0F243E" w:themeColor="text2" w:themeShade="80"/>
        </w:rPr>
      </w:pPr>
    </w:p>
    <w:sectPr w:rsidR="00633F2F" w:rsidRPr="008B7012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EB67A" w14:textId="77777777" w:rsidR="00C56E01" w:rsidRDefault="00C56E01" w:rsidP="000F38F9">
      <w:pPr>
        <w:spacing w:after="0" w:line="240" w:lineRule="auto"/>
      </w:pPr>
      <w:r>
        <w:separator/>
      </w:r>
    </w:p>
  </w:endnote>
  <w:endnote w:type="continuationSeparator" w:id="0">
    <w:p w14:paraId="142B6A4D" w14:textId="77777777" w:rsidR="00C56E01" w:rsidRDefault="00C56E01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648517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F9EC63" w14:textId="77777777" w:rsidR="00103C2F" w:rsidRDefault="00103C2F">
            <w:pPr>
              <w:pStyle w:val="Stopka"/>
              <w:jc w:val="right"/>
            </w:pPr>
            <w:r w:rsidRPr="00103C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8384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03C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8384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03C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7EE5E78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47432" w14:textId="2C3161EC" w:rsidR="004A2F36" w:rsidRPr="00425F85" w:rsidRDefault="00D34C8E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7D865F24" wp14:editId="26FCE21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EC2E" w14:textId="77777777" w:rsidR="00C56E01" w:rsidRDefault="00C56E01" w:rsidP="000F38F9">
      <w:pPr>
        <w:spacing w:after="0" w:line="240" w:lineRule="auto"/>
      </w:pPr>
      <w:r>
        <w:separator/>
      </w:r>
    </w:p>
  </w:footnote>
  <w:footnote w:type="continuationSeparator" w:id="0">
    <w:p w14:paraId="0CBE24B6" w14:textId="77777777" w:rsidR="00C56E01" w:rsidRDefault="00C56E01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334C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A715" w14:textId="77777777" w:rsidR="00FF1ACA" w:rsidRDefault="00C56E01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7DD5B11" wp14:editId="41FB78E9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D69"/>
    <w:multiLevelType w:val="hybridMultilevel"/>
    <w:tmpl w:val="8D906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C98"/>
    <w:multiLevelType w:val="hybridMultilevel"/>
    <w:tmpl w:val="B350B2D4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6C42"/>
    <w:multiLevelType w:val="hybridMultilevel"/>
    <w:tmpl w:val="1A36F9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4286F"/>
    <w:multiLevelType w:val="hybridMultilevel"/>
    <w:tmpl w:val="AB8E1524"/>
    <w:lvl w:ilvl="0" w:tplc="1700B65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CE86CAF"/>
    <w:multiLevelType w:val="hybridMultilevel"/>
    <w:tmpl w:val="5ECACA7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5A33"/>
    <w:multiLevelType w:val="hybridMultilevel"/>
    <w:tmpl w:val="2802386E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A654B"/>
    <w:multiLevelType w:val="hybridMultilevel"/>
    <w:tmpl w:val="8146FAC0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C28BB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610D2"/>
    <w:multiLevelType w:val="hybridMultilevel"/>
    <w:tmpl w:val="6B144B22"/>
    <w:lvl w:ilvl="0" w:tplc="BCEC44EE">
      <w:start w:val="1"/>
      <w:numFmt w:val="lowerLetter"/>
      <w:lvlText w:val="%1)"/>
      <w:lvlJc w:val="left"/>
      <w:pPr>
        <w:ind w:left="90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19F05B1"/>
    <w:multiLevelType w:val="hybridMultilevel"/>
    <w:tmpl w:val="41AA8FD0"/>
    <w:lvl w:ilvl="0" w:tplc="AB60220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83449"/>
    <w:multiLevelType w:val="hybridMultilevel"/>
    <w:tmpl w:val="24A42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C2233"/>
    <w:multiLevelType w:val="hybridMultilevel"/>
    <w:tmpl w:val="78526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9C28BB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C3299"/>
    <w:multiLevelType w:val="hybridMultilevel"/>
    <w:tmpl w:val="FDDED9CE"/>
    <w:lvl w:ilvl="0" w:tplc="5CDCF15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E01"/>
    <w:rsid w:val="00010A42"/>
    <w:rsid w:val="00037C21"/>
    <w:rsid w:val="000C24EE"/>
    <w:rsid w:val="000F3813"/>
    <w:rsid w:val="000F38F9"/>
    <w:rsid w:val="000F6CE1"/>
    <w:rsid w:val="00103C2F"/>
    <w:rsid w:val="00152CA5"/>
    <w:rsid w:val="00166011"/>
    <w:rsid w:val="00175D69"/>
    <w:rsid w:val="001766D0"/>
    <w:rsid w:val="001A12FD"/>
    <w:rsid w:val="001E5D3D"/>
    <w:rsid w:val="001F489F"/>
    <w:rsid w:val="002078CB"/>
    <w:rsid w:val="00221F98"/>
    <w:rsid w:val="00225414"/>
    <w:rsid w:val="0024534D"/>
    <w:rsid w:val="002A2117"/>
    <w:rsid w:val="002B01C6"/>
    <w:rsid w:val="002C018D"/>
    <w:rsid w:val="002C28AF"/>
    <w:rsid w:val="002C653A"/>
    <w:rsid w:val="002D7551"/>
    <w:rsid w:val="002E195E"/>
    <w:rsid w:val="002F3587"/>
    <w:rsid w:val="0031184D"/>
    <w:rsid w:val="00311BAA"/>
    <w:rsid w:val="00312D02"/>
    <w:rsid w:val="003149CE"/>
    <w:rsid w:val="00342586"/>
    <w:rsid w:val="00350DC0"/>
    <w:rsid w:val="0035756B"/>
    <w:rsid w:val="0036229F"/>
    <w:rsid w:val="003714E9"/>
    <w:rsid w:val="00383FDD"/>
    <w:rsid w:val="00390E4A"/>
    <w:rsid w:val="00393829"/>
    <w:rsid w:val="003B53EB"/>
    <w:rsid w:val="003D51D8"/>
    <w:rsid w:val="003F14C8"/>
    <w:rsid w:val="004143C4"/>
    <w:rsid w:val="004200CE"/>
    <w:rsid w:val="00425F85"/>
    <w:rsid w:val="00476E20"/>
    <w:rsid w:val="004959AC"/>
    <w:rsid w:val="004A2F36"/>
    <w:rsid w:val="004E165F"/>
    <w:rsid w:val="00522C1A"/>
    <w:rsid w:val="0054781B"/>
    <w:rsid w:val="00557FD4"/>
    <w:rsid w:val="005665AE"/>
    <w:rsid w:val="005C7609"/>
    <w:rsid w:val="005E1CC4"/>
    <w:rsid w:val="005F4F3B"/>
    <w:rsid w:val="0062060B"/>
    <w:rsid w:val="0062316B"/>
    <w:rsid w:val="00626F39"/>
    <w:rsid w:val="00633F2F"/>
    <w:rsid w:val="006516A4"/>
    <w:rsid w:val="006657C0"/>
    <w:rsid w:val="006D33B3"/>
    <w:rsid w:val="00700C6B"/>
    <w:rsid w:val="00705E77"/>
    <w:rsid w:val="00721AE7"/>
    <w:rsid w:val="00730E9B"/>
    <w:rsid w:val="0075095D"/>
    <w:rsid w:val="00762D7D"/>
    <w:rsid w:val="007876CB"/>
    <w:rsid w:val="007A7EBB"/>
    <w:rsid w:val="007B5595"/>
    <w:rsid w:val="007B612F"/>
    <w:rsid w:val="007D7C22"/>
    <w:rsid w:val="007E28EB"/>
    <w:rsid w:val="007F4F74"/>
    <w:rsid w:val="008053E2"/>
    <w:rsid w:val="00812CEA"/>
    <w:rsid w:val="0085274A"/>
    <w:rsid w:val="00876991"/>
    <w:rsid w:val="008B6E97"/>
    <w:rsid w:val="008B7012"/>
    <w:rsid w:val="008D77DE"/>
    <w:rsid w:val="008F5494"/>
    <w:rsid w:val="00911510"/>
    <w:rsid w:val="009301BF"/>
    <w:rsid w:val="00951C0C"/>
    <w:rsid w:val="00961420"/>
    <w:rsid w:val="0096370D"/>
    <w:rsid w:val="00983841"/>
    <w:rsid w:val="009949ED"/>
    <w:rsid w:val="009E3E57"/>
    <w:rsid w:val="009E5CA9"/>
    <w:rsid w:val="009F7301"/>
    <w:rsid w:val="00A023E3"/>
    <w:rsid w:val="00A20FE6"/>
    <w:rsid w:val="00A31B45"/>
    <w:rsid w:val="00A61476"/>
    <w:rsid w:val="00A66F4C"/>
    <w:rsid w:val="00A759D3"/>
    <w:rsid w:val="00A9313E"/>
    <w:rsid w:val="00AE1E84"/>
    <w:rsid w:val="00AF0B90"/>
    <w:rsid w:val="00B502B2"/>
    <w:rsid w:val="00B7007C"/>
    <w:rsid w:val="00B86EF5"/>
    <w:rsid w:val="00B977DC"/>
    <w:rsid w:val="00BC407A"/>
    <w:rsid w:val="00BF317B"/>
    <w:rsid w:val="00C106CC"/>
    <w:rsid w:val="00C15C8B"/>
    <w:rsid w:val="00C56E01"/>
    <w:rsid w:val="00CF136F"/>
    <w:rsid w:val="00D06763"/>
    <w:rsid w:val="00D16970"/>
    <w:rsid w:val="00D173B8"/>
    <w:rsid w:val="00D26CC4"/>
    <w:rsid w:val="00D32B28"/>
    <w:rsid w:val="00D34C8E"/>
    <w:rsid w:val="00D401B3"/>
    <w:rsid w:val="00D47B4A"/>
    <w:rsid w:val="00D556EF"/>
    <w:rsid w:val="00D971E8"/>
    <w:rsid w:val="00DE3A1E"/>
    <w:rsid w:val="00E1523D"/>
    <w:rsid w:val="00E15AA0"/>
    <w:rsid w:val="00E1684D"/>
    <w:rsid w:val="00E37929"/>
    <w:rsid w:val="00E40E5E"/>
    <w:rsid w:val="00E5354F"/>
    <w:rsid w:val="00E732DF"/>
    <w:rsid w:val="00EB38F2"/>
    <w:rsid w:val="00EE7BA2"/>
    <w:rsid w:val="00F27D06"/>
    <w:rsid w:val="00F318C7"/>
    <w:rsid w:val="00F31C60"/>
    <w:rsid w:val="00FE3A15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5DF3228"/>
  <w15:docId w15:val="{2FBA89C9-0D48-4419-8454-997FD9A3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E0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C56E0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E9B5A-DCA6-4C93-8FA7-7773A235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40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22</cp:revision>
  <cp:lastPrinted>2021-12-14T08:30:00Z</cp:lastPrinted>
  <dcterms:created xsi:type="dcterms:W3CDTF">2018-12-06T13:27:00Z</dcterms:created>
  <dcterms:modified xsi:type="dcterms:W3CDTF">2021-12-14T08:36:00Z</dcterms:modified>
</cp:coreProperties>
</file>